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7"/>
        <w:gridCol w:w="4928"/>
      </w:tblGrid>
      <w:tr w:rsidR="00197AB3" w:rsidRPr="000727C9" w:rsidTr="002F4997">
        <w:tc>
          <w:tcPr>
            <w:tcW w:w="4927" w:type="dxa"/>
          </w:tcPr>
          <w:p w:rsidR="00197AB3" w:rsidRPr="002F4997" w:rsidRDefault="00197AB3" w:rsidP="002F4997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197AB3" w:rsidRPr="002F4997" w:rsidRDefault="00197AB3" w:rsidP="002F4997">
            <w:pPr>
              <w:pStyle w:val="NoSpacing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197AB3" w:rsidRPr="002F4997" w:rsidRDefault="00197AB3" w:rsidP="000727C9">
            <w:pPr>
              <w:pStyle w:val="NoSpacing"/>
              <w:spacing w:before="24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несен главой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2F4997">
              <w:rPr>
                <w:rFonts w:ascii="Times New Roman" w:hAnsi="Times New Roman"/>
                <w:sz w:val="28"/>
                <w:szCs w:val="28"/>
              </w:rPr>
              <w:t xml:space="preserve">-главой администрации Соликамского городского округа  </w:t>
            </w:r>
          </w:p>
          <w:p w:rsidR="00197AB3" w:rsidRPr="002F4997" w:rsidRDefault="00197AB3" w:rsidP="000727C9">
            <w:pPr>
              <w:pStyle w:val="NoSpacing"/>
              <w:spacing w:before="24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Е.Н.Самоуковым</w:t>
            </w:r>
          </w:p>
          <w:p w:rsidR="00197AB3" w:rsidRPr="002F4997" w:rsidRDefault="00197AB3" w:rsidP="002F4997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7AB3" w:rsidRDefault="00197AB3" w:rsidP="004A401B">
      <w:pPr>
        <w:pStyle w:val="consplusnormal"/>
        <w:tabs>
          <w:tab w:val="left" w:pos="8505"/>
        </w:tabs>
        <w:spacing w:before="0" w:beforeAutospacing="0" w:after="0" w:afterAutospacing="0" w:line="240" w:lineRule="exact"/>
        <w:ind w:right="1134"/>
        <w:rPr>
          <w:b/>
          <w:sz w:val="28"/>
          <w:szCs w:val="28"/>
        </w:rPr>
      </w:pPr>
    </w:p>
    <w:p w:rsidR="00197AB3" w:rsidRDefault="00197AB3" w:rsidP="004A401B">
      <w:pPr>
        <w:pStyle w:val="consplusnormal"/>
        <w:tabs>
          <w:tab w:val="left" w:pos="8505"/>
        </w:tabs>
        <w:spacing w:before="0" w:beforeAutospacing="0" w:after="0" w:afterAutospacing="0" w:line="240" w:lineRule="exact"/>
        <w:ind w:right="1134"/>
        <w:rPr>
          <w:b/>
          <w:sz w:val="28"/>
          <w:szCs w:val="28"/>
        </w:rPr>
      </w:pPr>
    </w:p>
    <w:p w:rsidR="00197AB3" w:rsidRDefault="00197AB3" w:rsidP="004A401B">
      <w:pPr>
        <w:pStyle w:val="consplusnormal"/>
        <w:tabs>
          <w:tab w:val="left" w:pos="8505"/>
        </w:tabs>
        <w:spacing w:before="0" w:beforeAutospacing="0" w:after="0" w:afterAutospacing="0" w:line="240" w:lineRule="exact"/>
        <w:ind w:right="1134"/>
        <w:rPr>
          <w:b/>
          <w:sz w:val="28"/>
          <w:szCs w:val="28"/>
        </w:rPr>
      </w:pPr>
    </w:p>
    <w:p w:rsidR="00197AB3" w:rsidRDefault="00197AB3" w:rsidP="004A401B">
      <w:pPr>
        <w:pStyle w:val="consplusnormal"/>
        <w:tabs>
          <w:tab w:val="left" w:pos="8505"/>
        </w:tabs>
        <w:spacing w:before="0" w:beforeAutospacing="0" w:after="0" w:afterAutospacing="0" w:line="240" w:lineRule="exact"/>
        <w:ind w:right="1134"/>
        <w:rPr>
          <w:b/>
          <w:sz w:val="28"/>
          <w:szCs w:val="28"/>
        </w:rPr>
      </w:pPr>
    </w:p>
    <w:p w:rsidR="00197AB3" w:rsidRPr="00F6340D" w:rsidRDefault="00197AB3" w:rsidP="004A401B">
      <w:pPr>
        <w:pStyle w:val="consplusnormal"/>
        <w:tabs>
          <w:tab w:val="left" w:pos="8505"/>
        </w:tabs>
        <w:spacing w:before="0" w:beforeAutospacing="0" w:after="0" w:afterAutospacing="0" w:line="240" w:lineRule="exact"/>
        <w:ind w:right="1134"/>
        <w:rPr>
          <w:b/>
          <w:sz w:val="28"/>
          <w:szCs w:val="28"/>
        </w:rPr>
      </w:pPr>
      <w:r w:rsidRPr="00F6340D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F6340D">
        <w:rPr>
          <w:b/>
          <w:sz w:val="28"/>
          <w:szCs w:val="28"/>
        </w:rPr>
        <w:t xml:space="preserve"> в решени</w:t>
      </w:r>
      <w:r>
        <w:rPr>
          <w:b/>
          <w:sz w:val="28"/>
          <w:szCs w:val="28"/>
        </w:rPr>
        <w:t>е</w:t>
      </w:r>
      <w:r w:rsidRPr="00F6340D">
        <w:rPr>
          <w:b/>
          <w:sz w:val="28"/>
          <w:szCs w:val="28"/>
        </w:rPr>
        <w:t xml:space="preserve"> Думы Соликамского городского округа от 27.12.2023 № 405 «Об установлении</w:t>
      </w:r>
      <w:r w:rsidRPr="00F6340D">
        <w:rPr>
          <w:b/>
          <w:color w:val="000000"/>
          <w:sz w:val="28"/>
          <w:szCs w:val="28"/>
        </w:rPr>
        <w:t xml:space="preserve"> дополнительной меры социальной поддержки </w:t>
      </w:r>
      <w:r w:rsidRPr="00F6340D">
        <w:rPr>
          <w:b/>
          <w:sz w:val="28"/>
          <w:szCs w:val="28"/>
        </w:rPr>
        <w:t>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операции»</w:t>
      </w:r>
    </w:p>
    <w:p w:rsidR="00197AB3" w:rsidRPr="00F6340D" w:rsidRDefault="00197AB3" w:rsidP="00381846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  <w:lang w:val="ru-RU"/>
        </w:rPr>
      </w:pPr>
      <w:r w:rsidRPr="00F6340D">
        <w:rPr>
          <w:sz w:val="28"/>
          <w:szCs w:val="28"/>
          <w:lang w:val="ru-RU"/>
        </w:rPr>
        <w:t>В соответствии со статьей 23 Устава Соликамского городского округа,</w:t>
      </w:r>
    </w:p>
    <w:p w:rsidR="00197AB3" w:rsidRPr="00F6340D" w:rsidRDefault="00197AB3" w:rsidP="002D042F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F6340D">
        <w:rPr>
          <w:sz w:val="28"/>
          <w:szCs w:val="28"/>
          <w:lang w:val="ru-RU"/>
        </w:rPr>
        <w:t>Дума Соликамского городского округа РЕШИЛА:</w:t>
      </w:r>
    </w:p>
    <w:p w:rsidR="00197AB3" w:rsidRPr="00F6340D" w:rsidRDefault="00197AB3" w:rsidP="000324AA">
      <w:pPr>
        <w:pStyle w:val="a1"/>
        <w:autoSpaceDE w:val="0"/>
        <w:autoSpaceDN w:val="0"/>
        <w:adjustRightInd w:val="0"/>
        <w:spacing w:after="0" w:line="360" w:lineRule="exact"/>
        <w:ind w:firstLine="709"/>
        <w:jc w:val="both"/>
        <w:rPr>
          <w:b w:val="0"/>
          <w:szCs w:val="28"/>
        </w:rPr>
      </w:pPr>
      <w:r w:rsidRPr="00F6340D">
        <w:rPr>
          <w:b w:val="0"/>
          <w:szCs w:val="28"/>
        </w:rPr>
        <w:t xml:space="preserve">1. Внести в решение Думы Соликамского городского округа от 27 декабря </w:t>
      </w:r>
      <w:smartTag w:uri="urn:schemas-microsoft-com:office:smarttags" w:element="metricconverter">
        <w:smartTagPr>
          <w:attr w:name="ProductID" w:val="2023 г"/>
        </w:smartTagPr>
        <w:r w:rsidRPr="00F6340D">
          <w:rPr>
            <w:b w:val="0"/>
            <w:szCs w:val="28"/>
          </w:rPr>
          <w:t>2023 г</w:t>
        </w:r>
      </w:smartTag>
      <w:r w:rsidRPr="00F6340D">
        <w:rPr>
          <w:b w:val="0"/>
          <w:szCs w:val="28"/>
        </w:rPr>
        <w:t>. № 405 «Об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операции» следующее изменение:</w:t>
      </w:r>
    </w:p>
    <w:p w:rsidR="00197AB3" w:rsidRPr="00F6340D" w:rsidRDefault="00197AB3" w:rsidP="00FB3597">
      <w:pPr>
        <w:pStyle w:val="a1"/>
        <w:autoSpaceDE w:val="0"/>
        <w:autoSpaceDN w:val="0"/>
        <w:adjustRightInd w:val="0"/>
        <w:spacing w:after="0" w:line="360" w:lineRule="exact"/>
        <w:ind w:firstLine="709"/>
        <w:jc w:val="both"/>
        <w:rPr>
          <w:b w:val="0"/>
          <w:szCs w:val="28"/>
        </w:rPr>
      </w:pPr>
      <w:r w:rsidRPr="00F6340D">
        <w:rPr>
          <w:b w:val="0"/>
          <w:szCs w:val="28"/>
        </w:rPr>
        <w:t>1.1.   пункт 2.1 изложить в следующей редакции:</w:t>
      </w:r>
    </w:p>
    <w:p w:rsidR="00197AB3" w:rsidRPr="00F6340D" w:rsidRDefault="00197AB3" w:rsidP="00FB3597">
      <w:pPr>
        <w:pStyle w:val="BodyText"/>
        <w:spacing w:after="0"/>
        <w:jc w:val="both"/>
        <w:rPr>
          <w:sz w:val="28"/>
          <w:szCs w:val="28"/>
        </w:rPr>
      </w:pPr>
      <w:r w:rsidRPr="00F6340D">
        <w:tab/>
      </w:r>
      <w:r w:rsidRPr="00F6340D">
        <w:rPr>
          <w:sz w:val="28"/>
          <w:szCs w:val="28"/>
        </w:rPr>
        <w:t>«2.1. зарегистрированным по месту жительства или месту пребывания на территории Соликамского городского округа;».</w:t>
      </w:r>
    </w:p>
    <w:p w:rsidR="00197AB3" w:rsidRPr="00F6340D" w:rsidRDefault="00197AB3" w:rsidP="00FB3597">
      <w:pPr>
        <w:pStyle w:val="BodyText"/>
        <w:spacing w:after="480"/>
        <w:jc w:val="both"/>
        <w:rPr>
          <w:sz w:val="28"/>
          <w:szCs w:val="28"/>
        </w:rPr>
      </w:pPr>
      <w:r w:rsidRPr="00F6340D">
        <w:rPr>
          <w:sz w:val="28"/>
          <w:szCs w:val="28"/>
        </w:rPr>
        <w:tab/>
        <w:t xml:space="preserve">2. Настоящее решение вступает в силу после его официального опубликования в газете «Соликамский рабочий» и распространяется на правоотношения, возникшие с 31 декабря </w:t>
      </w:r>
      <w:smartTag w:uri="urn:schemas-microsoft-com:office:smarttags" w:element="metricconverter">
        <w:smartTagPr>
          <w:attr w:name="ProductID" w:val="2023 г"/>
        </w:smartTagPr>
        <w:r w:rsidRPr="00F6340D">
          <w:rPr>
            <w:sz w:val="28"/>
            <w:szCs w:val="28"/>
          </w:rPr>
          <w:t>2023 г</w:t>
        </w:r>
      </w:smartTag>
      <w:r w:rsidRPr="00F6340D">
        <w:rPr>
          <w:sz w:val="28"/>
          <w:szCs w:val="28"/>
        </w:rPr>
        <w:t>.</w:t>
      </w:r>
      <w:bookmarkStart w:id="0" w:name="_GoBack"/>
      <w:bookmarkEnd w:id="0"/>
    </w:p>
    <w:p w:rsidR="00197AB3" w:rsidRPr="00F6340D" w:rsidRDefault="00197AB3" w:rsidP="000344B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F6340D">
        <w:rPr>
          <w:sz w:val="28"/>
          <w:szCs w:val="28"/>
          <w:lang w:val="ru-RU"/>
        </w:rPr>
        <w:t>Председатель Думы</w:t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  <w:t>Глава городского округа –</w:t>
      </w:r>
    </w:p>
    <w:p w:rsidR="00197AB3" w:rsidRPr="00F6340D" w:rsidRDefault="00197AB3" w:rsidP="000344B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F6340D">
        <w:rPr>
          <w:sz w:val="28"/>
          <w:szCs w:val="28"/>
          <w:lang w:val="ru-RU"/>
        </w:rPr>
        <w:t>Соликамского городского округа</w:t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  <w:t>глава администрации Соликамского</w:t>
      </w:r>
    </w:p>
    <w:p w:rsidR="00197AB3" w:rsidRPr="002D042F" w:rsidRDefault="00197AB3" w:rsidP="000344B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</w:r>
      <w:r w:rsidRPr="00F6340D">
        <w:rPr>
          <w:sz w:val="28"/>
          <w:szCs w:val="28"/>
          <w:lang w:val="ru-RU"/>
        </w:rPr>
        <w:tab/>
        <w:t>городского округа</w:t>
      </w:r>
    </w:p>
    <w:p w:rsidR="00197AB3" w:rsidRPr="00381846" w:rsidRDefault="00197AB3" w:rsidP="00381846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И.Г.Мингазеев</w:t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 w:rsidRPr="002D042F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Е.Н.Самоуков</w:t>
      </w:r>
    </w:p>
    <w:sectPr w:rsidR="00197AB3" w:rsidRPr="00381846" w:rsidSect="00E361FA">
      <w:pgSz w:w="11906" w:h="16838"/>
      <w:pgMar w:top="1134" w:right="566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AB3" w:rsidRDefault="00197AB3" w:rsidP="00E361FA">
      <w:r>
        <w:separator/>
      </w:r>
    </w:p>
  </w:endnote>
  <w:endnote w:type="continuationSeparator" w:id="0">
    <w:p w:rsidR="00197AB3" w:rsidRDefault="00197AB3" w:rsidP="00E36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AB3" w:rsidRDefault="00197AB3" w:rsidP="00E361FA">
      <w:r>
        <w:separator/>
      </w:r>
    </w:p>
  </w:footnote>
  <w:footnote w:type="continuationSeparator" w:id="0">
    <w:p w:rsidR="00197AB3" w:rsidRDefault="00197AB3" w:rsidP="00E36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7C58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08794AAB"/>
    <w:multiLevelType w:val="multilevel"/>
    <w:tmpl w:val="6B262C1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223760A2"/>
    <w:multiLevelType w:val="hybridMultilevel"/>
    <w:tmpl w:val="8AD45AD8"/>
    <w:lvl w:ilvl="0" w:tplc="A2A89B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29743B0"/>
    <w:multiLevelType w:val="multilevel"/>
    <w:tmpl w:val="D31203B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7F21A80"/>
    <w:multiLevelType w:val="hybridMultilevel"/>
    <w:tmpl w:val="5998902C"/>
    <w:lvl w:ilvl="0" w:tplc="10587740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E912341"/>
    <w:multiLevelType w:val="hybridMultilevel"/>
    <w:tmpl w:val="5E10F44C"/>
    <w:lvl w:ilvl="0" w:tplc="39D2A8A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5663BA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472AC6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4EB72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8520E7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A90B6F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5AED9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EC0AC8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68AE496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6855D6"/>
    <w:multiLevelType w:val="multilevel"/>
    <w:tmpl w:val="4A283150"/>
    <w:lvl w:ilvl="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617F7F5A"/>
    <w:multiLevelType w:val="hybridMultilevel"/>
    <w:tmpl w:val="E4D4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35E"/>
    <w:rsid w:val="00003D79"/>
    <w:rsid w:val="00010025"/>
    <w:rsid w:val="00010FD5"/>
    <w:rsid w:val="000314FB"/>
    <w:rsid w:val="000324AA"/>
    <w:rsid w:val="000344B3"/>
    <w:rsid w:val="00050196"/>
    <w:rsid w:val="000527A2"/>
    <w:rsid w:val="00063F23"/>
    <w:rsid w:val="000657D9"/>
    <w:rsid w:val="00067C01"/>
    <w:rsid w:val="000727C9"/>
    <w:rsid w:val="00075233"/>
    <w:rsid w:val="0007539E"/>
    <w:rsid w:val="00085AAD"/>
    <w:rsid w:val="00097CC0"/>
    <w:rsid w:val="000A24BD"/>
    <w:rsid w:val="000A3BFE"/>
    <w:rsid w:val="000A5A4D"/>
    <w:rsid w:val="000B2C7B"/>
    <w:rsid w:val="000D4E58"/>
    <w:rsid w:val="000D6606"/>
    <w:rsid w:val="000E110D"/>
    <w:rsid w:val="000E51A8"/>
    <w:rsid w:val="000E6B36"/>
    <w:rsid w:val="000F31CE"/>
    <w:rsid w:val="000F52D9"/>
    <w:rsid w:val="00102712"/>
    <w:rsid w:val="00111002"/>
    <w:rsid w:val="00114ABD"/>
    <w:rsid w:val="001279C7"/>
    <w:rsid w:val="00130E60"/>
    <w:rsid w:val="00136ACA"/>
    <w:rsid w:val="001451B1"/>
    <w:rsid w:val="00154C4F"/>
    <w:rsid w:val="00155E58"/>
    <w:rsid w:val="00164E76"/>
    <w:rsid w:val="00181FA0"/>
    <w:rsid w:val="00190382"/>
    <w:rsid w:val="00196534"/>
    <w:rsid w:val="00197AB3"/>
    <w:rsid w:val="001B602E"/>
    <w:rsid w:val="001C4B11"/>
    <w:rsid w:val="001D0D0A"/>
    <w:rsid w:val="001E2FD3"/>
    <w:rsid w:val="001E53B4"/>
    <w:rsid w:val="001E53CE"/>
    <w:rsid w:val="001E723A"/>
    <w:rsid w:val="0021591B"/>
    <w:rsid w:val="0022256C"/>
    <w:rsid w:val="002260BE"/>
    <w:rsid w:val="002437E3"/>
    <w:rsid w:val="002478FC"/>
    <w:rsid w:val="002511AA"/>
    <w:rsid w:val="00254EE4"/>
    <w:rsid w:val="00257840"/>
    <w:rsid w:val="002701EA"/>
    <w:rsid w:val="00270507"/>
    <w:rsid w:val="00270B0B"/>
    <w:rsid w:val="00282EE6"/>
    <w:rsid w:val="00293FCB"/>
    <w:rsid w:val="002A26A5"/>
    <w:rsid w:val="002B6017"/>
    <w:rsid w:val="002C5A1B"/>
    <w:rsid w:val="002C7984"/>
    <w:rsid w:val="002C7C92"/>
    <w:rsid w:val="002D042F"/>
    <w:rsid w:val="002F1C2A"/>
    <w:rsid w:val="002F283C"/>
    <w:rsid w:val="002F4997"/>
    <w:rsid w:val="00300A7C"/>
    <w:rsid w:val="00314870"/>
    <w:rsid w:val="00317EE5"/>
    <w:rsid w:val="003203C8"/>
    <w:rsid w:val="00323354"/>
    <w:rsid w:val="00325AA6"/>
    <w:rsid w:val="00326309"/>
    <w:rsid w:val="00326779"/>
    <w:rsid w:val="00330F1B"/>
    <w:rsid w:val="00334034"/>
    <w:rsid w:val="003340A0"/>
    <w:rsid w:val="0034548A"/>
    <w:rsid w:val="003463CE"/>
    <w:rsid w:val="00353541"/>
    <w:rsid w:val="003579C9"/>
    <w:rsid w:val="00363697"/>
    <w:rsid w:val="00365749"/>
    <w:rsid w:val="0036599A"/>
    <w:rsid w:val="00372A60"/>
    <w:rsid w:val="00380E76"/>
    <w:rsid w:val="00381846"/>
    <w:rsid w:val="003926F2"/>
    <w:rsid w:val="003A4406"/>
    <w:rsid w:val="003B4A8C"/>
    <w:rsid w:val="003B6B0C"/>
    <w:rsid w:val="003B7C44"/>
    <w:rsid w:val="003C50F5"/>
    <w:rsid w:val="003C6346"/>
    <w:rsid w:val="003E1B7E"/>
    <w:rsid w:val="003E7B96"/>
    <w:rsid w:val="003F45E3"/>
    <w:rsid w:val="004016C1"/>
    <w:rsid w:val="0041717A"/>
    <w:rsid w:val="00443C81"/>
    <w:rsid w:val="0045171F"/>
    <w:rsid w:val="0045496A"/>
    <w:rsid w:val="004549B7"/>
    <w:rsid w:val="00474262"/>
    <w:rsid w:val="00474F63"/>
    <w:rsid w:val="004753C2"/>
    <w:rsid w:val="0048371B"/>
    <w:rsid w:val="00493619"/>
    <w:rsid w:val="00497241"/>
    <w:rsid w:val="004A2D59"/>
    <w:rsid w:val="004A401B"/>
    <w:rsid w:val="004A61C9"/>
    <w:rsid w:val="004A6D9F"/>
    <w:rsid w:val="004B4F1F"/>
    <w:rsid w:val="004B7B91"/>
    <w:rsid w:val="004C36FA"/>
    <w:rsid w:val="004C5CC3"/>
    <w:rsid w:val="004D7D97"/>
    <w:rsid w:val="004E75BE"/>
    <w:rsid w:val="004F5C0F"/>
    <w:rsid w:val="0050165F"/>
    <w:rsid w:val="005021BC"/>
    <w:rsid w:val="00505E87"/>
    <w:rsid w:val="00507FC2"/>
    <w:rsid w:val="005143D1"/>
    <w:rsid w:val="0053716A"/>
    <w:rsid w:val="00537494"/>
    <w:rsid w:val="00537B2F"/>
    <w:rsid w:val="005532B4"/>
    <w:rsid w:val="00565968"/>
    <w:rsid w:val="00571619"/>
    <w:rsid w:val="005727A2"/>
    <w:rsid w:val="005752D1"/>
    <w:rsid w:val="00575414"/>
    <w:rsid w:val="00580568"/>
    <w:rsid w:val="005854B7"/>
    <w:rsid w:val="005A2AA9"/>
    <w:rsid w:val="005B2D43"/>
    <w:rsid w:val="005B5E6D"/>
    <w:rsid w:val="005C2727"/>
    <w:rsid w:val="005D37D2"/>
    <w:rsid w:val="005D46D4"/>
    <w:rsid w:val="005E738D"/>
    <w:rsid w:val="00614421"/>
    <w:rsid w:val="006177DD"/>
    <w:rsid w:val="00621CE2"/>
    <w:rsid w:val="00624ED0"/>
    <w:rsid w:val="006267B3"/>
    <w:rsid w:val="0062691C"/>
    <w:rsid w:val="006272A7"/>
    <w:rsid w:val="00627DFC"/>
    <w:rsid w:val="00630091"/>
    <w:rsid w:val="00644BD1"/>
    <w:rsid w:val="00645ACA"/>
    <w:rsid w:val="00652747"/>
    <w:rsid w:val="006570C7"/>
    <w:rsid w:val="0065766F"/>
    <w:rsid w:val="00660579"/>
    <w:rsid w:val="00673803"/>
    <w:rsid w:val="0067489B"/>
    <w:rsid w:val="006758EE"/>
    <w:rsid w:val="006939FB"/>
    <w:rsid w:val="006B7B5B"/>
    <w:rsid w:val="006D3B15"/>
    <w:rsid w:val="006D4672"/>
    <w:rsid w:val="006D5B1D"/>
    <w:rsid w:val="006E115C"/>
    <w:rsid w:val="006E47B0"/>
    <w:rsid w:val="006F45AC"/>
    <w:rsid w:val="0071582B"/>
    <w:rsid w:val="00740A53"/>
    <w:rsid w:val="00747971"/>
    <w:rsid w:val="00755CCA"/>
    <w:rsid w:val="007828DB"/>
    <w:rsid w:val="00783057"/>
    <w:rsid w:val="007A3658"/>
    <w:rsid w:val="007A6B27"/>
    <w:rsid w:val="007A709E"/>
    <w:rsid w:val="007D0F8A"/>
    <w:rsid w:val="007D21E6"/>
    <w:rsid w:val="007D3032"/>
    <w:rsid w:val="007D3B96"/>
    <w:rsid w:val="00800053"/>
    <w:rsid w:val="00805FC5"/>
    <w:rsid w:val="008135F2"/>
    <w:rsid w:val="00821634"/>
    <w:rsid w:val="00835F54"/>
    <w:rsid w:val="00882BEC"/>
    <w:rsid w:val="008A68FE"/>
    <w:rsid w:val="008A6B35"/>
    <w:rsid w:val="008C3744"/>
    <w:rsid w:val="008C5AAA"/>
    <w:rsid w:val="008C6A21"/>
    <w:rsid w:val="008D2758"/>
    <w:rsid w:val="008D74A3"/>
    <w:rsid w:val="008F30AB"/>
    <w:rsid w:val="0090531C"/>
    <w:rsid w:val="009108CE"/>
    <w:rsid w:val="00922885"/>
    <w:rsid w:val="00926423"/>
    <w:rsid w:val="00930884"/>
    <w:rsid w:val="0093269E"/>
    <w:rsid w:val="00934D07"/>
    <w:rsid w:val="0094656D"/>
    <w:rsid w:val="00955BD8"/>
    <w:rsid w:val="009639C3"/>
    <w:rsid w:val="0097115A"/>
    <w:rsid w:val="00972DA3"/>
    <w:rsid w:val="00977169"/>
    <w:rsid w:val="00977E34"/>
    <w:rsid w:val="009906AF"/>
    <w:rsid w:val="00992317"/>
    <w:rsid w:val="00994CF0"/>
    <w:rsid w:val="009A086F"/>
    <w:rsid w:val="009A2824"/>
    <w:rsid w:val="009A64FE"/>
    <w:rsid w:val="009B4E88"/>
    <w:rsid w:val="009B56A8"/>
    <w:rsid w:val="009E2922"/>
    <w:rsid w:val="009E6269"/>
    <w:rsid w:val="00A1001F"/>
    <w:rsid w:val="00A1013E"/>
    <w:rsid w:val="00A10CD2"/>
    <w:rsid w:val="00A17929"/>
    <w:rsid w:val="00A22B6F"/>
    <w:rsid w:val="00A562C4"/>
    <w:rsid w:val="00A60248"/>
    <w:rsid w:val="00A60F71"/>
    <w:rsid w:val="00A61FA7"/>
    <w:rsid w:val="00A649CC"/>
    <w:rsid w:val="00A66145"/>
    <w:rsid w:val="00A66566"/>
    <w:rsid w:val="00A73617"/>
    <w:rsid w:val="00A85E98"/>
    <w:rsid w:val="00AA0DD0"/>
    <w:rsid w:val="00AB2CCD"/>
    <w:rsid w:val="00AB74A3"/>
    <w:rsid w:val="00AC2E42"/>
    <w:rsid w:val="00AD4056"/>
    <w:rsid w:val="00AD5A8A"/>
    <w:rsid w:val="00AE0EEE"/>
    <w:rsid w:val="00AF7BC0"/>
    <w:rsid w:val="00B00423"/>
    <w:rsid w:val="00B00C93"/>
    <w:rsid w:val="00B037C1"/>
    <w:rsid w:val="00B0753E"/>
    <w:rsid w:val="00B15FE5"/>
    <w:rsid w:val="00B27773"/>
    <w:rsid w:val="00B304B0"/>
    <w:rsid w:val="00B31685"/>
    <w:rsid w:val="00B3656E"/>
    <w:rsid w:val="00B37F41"/>
    <w:rsid w:val="00B701FC"/>
    <w:rsid w:val="00B80094"/>
    <w:rsid w:val="00B81AA3"/>
    <w:rsid w:val="00B837BB"/>
    <w:rsid w:val="00B8387B"/>
    <w:rsid w:val="00B87F8D"/>
    <w:rsid w:val="00BA02A3"/>
    <w:rsid w:val="00BA5C81"/>
    <w:rsid w:val="00BB4D59"/>
    <w:rsid w:val="00BC03EA"/>
    <w:rsid w:val="00BE33D9"/>
    <w:rsid w:val="00C074E2"/>
    <w:rsid w:val="00C13A91"/>
    <w:rsid w:val="00C45239"/>
    <w:rsid w:val="00C460C1"/>
    <w:rsid w:val="00C62EDC"/>
    <w:rsid w:val="00C66C22"/>
    <w:rsid w:val="00C72584"/>
    <w:rsid w:val="00C72EE2"/>
    <w:rsid w:val="00C75509"/>
    <w:rsid w:val="00C873ED"/>
    <w:rsid w:val="00C91EC8"/>
    <w:rsid w:val="00C95727"/>
    <w:rsid w:val="00CA21AC"/>
    <w:rsid w:val="00CB5F1F"/>
    <w:rsid w:val="00CC7BEF"/>
    <w:rsid w:val="00CD059E"/>
    <w:rsid w:val="00CD7AC1"/>
    <w:rsid w:val="00CD7C02"/>
    <w:rsid w:val="00CE5A76"/>
    <w:rsid w:val="00CF2D5C"/>
    <w:rsid w:val="00D032B3"/>
    <w:rsid w:val="00D060C7"/>
    <w:rsid w:val="00D11B79"/>
    <w:rsid w:val="00D12084"/>
    <w:rsid w:val="00D20438"/>
    <w:rsid w:val="00D23535"/>
    <w:rsid w:val="00D27436"/>
    <w:rsid w:val="00D4524D"/>
    <w:rsid w:val="00D468FE"/>
    <w:rsid w:val="00D50200"/>
    <w:rsid w:val="00D5183F"/>
    <w:rsid w:val="00D53789"/>
    <w:rsid w:val="00D71519"/>
    <w:rsid w:val="00D72948"/>
    <w:rsid w:val="00D73019"/>
    <w:rsid w:val="00DB3280"/>
    <w:rsid w:val="00DC02C3"/>
    <w:rsid w:val="00DD0585"/>
    <w:rsid w:val="00DE25E4"/>
    <w:rsid w:val="00DE2817"/>
    <w:rsid w:val="00DE28EC"/>
    <w:rsid w:val="00DE493D"/>
    <w:rsid w:val="00E061A6"/>
    <w:rsid w:val="00E33F75"/>
    <w:rsid w:val="00E34FD5"/>
    <w:rsid w:val="00E361FA"/>
    <w:rsid w:val="00E577BD"/>
    <w:rsid w:val="00E66B2C"/>
    <w:rsid w:val="00E87308"/>
    <w:rsid w:val="00EC45C4"/>
    <w:rsid w:val="00EC62C0"/>
    <w:rsid w:val="00EF55E1"/>
    <w:rsid w:val="00F002BA"/>
    <w:rsid w:val="00F00669"/>
    <w:rsid w:val="00F153ED"/>
    <w:rsid w:val="00F22CCA"/>
    <w:rsid w:val="00F260EB"/>
    <w:rsid w:val="00F30858"/>
    <w:rsid w:val="00F3757A"/>
    <w:rsid w:val="00F5128B"/>
    <w:rsid w:val="00F60A9D"/>
    <w:rsid w:val="00F6340D"/>
    <w:rsid w:val="00F9135E"/>
    <w:rsid w:val="00F914AF"/>
    <w:rsid w:val="00FA3AFB"/>
    <w:rsid w:val="00FA6E9A"/>
    <w:rsid w:val="00FB3597"/>
    <w:rsid w:val="00FB5982"/>
    <w:rsid w:val="00FC22F8"/>
    <w:rsid w:val="00FD22FA"/>
    <w:rsid w:val="00FF4343"/>
    <w:rsid w:val="00FF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35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00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/>
      <w:b/>
      <w:color w:val="26282F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001F"/>
    <w:rPr>
      <w:rFonts w:ascii="Times New Roman CYR" w:hAnsi="Times New Roman CYR" w:cs="Times New Roman"/>
      <w:b/>
      <w:color w:val="26282F"/>
      <w:sz w:val="24"/>
      <w:lang w:eastAsia="ru-RU"/>
    </w:rPr>
  </w:style>
  <w:style w:type="paragraph" w:styleId="BodyText">
    <w:name w:val="Body Text"/>
    <w:basedOn w:val="Normal"/>
    <w:link w:val="BodyTextChar"/>
    <w:uiPriority w:val="99"/>
    <w:rsid w:val="009E6269"/>
    <w:pPr>
      <w:widowControl w:val="0"/>
      <w:autoSpaceDE w:val="0"/>
      <w:autoSpaceDN w:val="0"/>
      <w:adjustRightInd w:val="0"/>
      <w:spacing w:after="120"/>
    </w:pPr>
    <w:rPr>
      <w:rFonts w:eastAsia="Calibri"/>
      <w:sz w:val="20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E6269"/>
    <w:rPr>
      <w:rFonts w:ascii="Times New Roman" w:hAnsi="Times New Roman" w:cs="Times New Roman"/>
      <w:sz w:val="20"/>
      <w:lang w:eastAsia="ru-RU"/>
    </w:rPr>
  </w:style>
  <w:style w:type="paragraph" w:customStyle="1" w:styleId="1">
    <w:name w:val="Знак1"/>
    <w:basedOn w:val="Normal"/>
    <w:uiPriority w:val="99"/>
    <w:rsid w:val="009E6269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NoSpacing">
    <w:name w:val="No Spacing"/>
    <w:uiPriority w:val="99"/>
    <w:qFormat/>
    <w:rsid w:val="00BE33D9"/>
    <w:rPr>
      <w:lang w:eastAsia="en-US"/>
    </w:rPr>
  </w:style>
  <w:style w:type="table" w:styleId="TableGrid">
    <w:name w:val="Table Grid"/>
    <w:basedOn w:val="TableNormal"/>
    <w:uiPriority w:val="99"/>
    <w:rsid w:val="006F45A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82EE6"/>
    <w:pPr>
      <w:ind w:left="720"/>
      <w:contextualSpacing/>
    </w:pPr>
  </w:style>
  <w:style w:type="paragraph" w:customStyle="1" w:styleId="msonormalcxspmiddle">
    <w:name w:val="msonormalcxspmiddle"/>
    <w:basedOn w:val="Normal"/>
    <w:uiPriority w:val="99"/>
    <w:rsid w:val="00300A7C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uiPriority w:val="99"/>
    <w:rsid w:val="00300A7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E361FA"/>
    <w:pPr>
      <w:tabs>
        <w:tab w:val="center" w:pos="4677"/>
        <w:tab w:val="right" w:pos="9355"/>
      </w:tabs>
    </w:pPr>
    <w:rPr>
      <w:rFonts w:eastAsia="Calibri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361FA"/>
    <w:rPr>
      <w:rFonts w:ascii="Times New Roman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semiHidden/>
    <w:rsid w:val="00E361FA"/>
    <w:pPr>
      <w:tabs>
        <w:tab w:val="center" w:pos="4677"/>
        <w:tab w:val="right" w:pos="9355"/>
      </w:tabs>
    </w:pPr>
    <w:rPr>
      <w:rFonts w:eastAsia="Calibri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361FA"/>
    <w:rPr>
      <w:rFonts w:ascii="Times New Roman" w:hAnsi="Times New Roman" w:cs="Times New Roman"/>
      <w:sz w:val="24"/>
      <w:lang w:val="en-US"/>
    </w:rPr>
  </w:style>
  <w:style w:type="character" w:customStyle="1" w:styleId="a">
    <w:name w:val="Цветовое выделение"/>
    <w:uiPriority w:val="99"/>
    <w:rsid w:val="00805FC5"/>
    <w:rPr>
      <w:b/>
      <w:color w:val="26282F"/>
    </w:rPr>
  </w:style>
  <w:style w:type="character" w:styleId="Emphasis">
    <w:name w:val="Emphasis"/>
    <w:basedOn w:val="DefaultParagraphFont"/>
    <w:uiPriority w:val="99"/>
    <w:qFormat/>
    <w:locked/>
    <w:rsid w:val="00F002BA"/>
    <w:rPr>
      <w:rFonts w:cs="Times New Roman"/>
      <w:i/>
    </w:rPr>
  </w:style>
  <w:style w:type="paragraph" w:customStyle="1" w:styleId="consplusnormal">
    <w:name w:val="consplusnormal"/>
    <w:basedOn w:val="Normal"/>
    <w:uiPriority w:val="99"/>
    <w:rsid w:val="00835F54"/>
    <w:pPr>
      <w:spacing w:before="100" w:beforeAutospacing="1" w:after="100" w:afterAutospacing="1"/>
    </w:pPr>
    <w:rPr>
      <w:lang w:val="ru-RU" w:eastAsia="ru-RU"/>
    </w:rPr>
  </w:style>
  <w:style w:type="character" w:customStyle="1" w:styleId="a0">
    <w:name w:val="Гипертекстовая ссылка"/>
    <w:uiPriority w:val="99"/>
    <w:rsid w:val="00783057"/>
    <w:rPr>
      <w:color w:val="106BBE"/>
    </w:rPr>
  </w:style>
  <w:style w:type="paragraph" w:customStyle="1" w:styleId="a1">
    <w:name w:val="Заголовок к тексту"/>
    <w:basedOn w:val="Normal"/>
    <w:next w:val="BodyText"/>
    <w:uiPriority w:val="99"/>
    <w:rsid w:val="00D27436"/>
    <w:pPr>
      <w:suppressAutoHyphens/>
      <w:spacing w:after="480" w:line="240" w:lineRule="exact"/>
    </w:pPr>
    <w:rPr>
      <w:b/>
      <w:sz w:val="28"/>
      <w:szCs w:val="20"/>
      <w:lang w:val="ru-RU" w:eastAsia="ru-RU"/>
    </w:rPr>
  </w:style>
  <w:style w:type="paragraph" w:customStyle="1" w:styleId="a2">
    <w:name w:val="Исполнитель"/>
    <w:basedOn w:val="BodyText"/>
    <w:uiPriority w:val="99"/>
    <w:rsid w:val="00D27436"/>
    <w:pPr>
      <w:widowControl/>
      <w:suppressAutoHyphens/>
      <w:autoSpaceDE/>
      <w:autoSpaceDN/>
      <w:adjustRightInd/>
      <w:spacing w:after="0" w:line="240" w:lineRule="exact"/>
      <w:ind w:firstLine="709"/>
      <w:jc w:val="both"/>
    </w:pPr>
    <w:rPr>
      <w:sz w:val="28"/>
    </w:rPr>
  </w:style>
  <w:style w:type="paragraph" w:customStyle="1" w:styleId="s1">
    <w:name w:val="s_1"/>
    <w:basedOn w:val="Normal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paragraph" w:customStyle="1" w:styleId="s22">
    <w:name w:val="s_22"/>
    <w:basedOn w:val="Normal"/>
    <w:uiPriority w:val="99"/>
    <w:rsid w:val="006272A7"/>
    <w:pPr>
      <w:spacing w:before="100" w:beforeAutospacing="1" w:after="100" w:afterAutospacing="1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6272A7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BC03E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C03EA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3EA"/>
    <w:rPr>
      <w:rFonts w:ascii="Times New Roman" w:hAnsi="Times New Roman" w:cs="Times New Roman"/>
      <w:sz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3E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3EA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BC03EA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3EA"/>
    <w:rPr>
      <w:rFonts w:ascii="Tahoma" w:hAnsi="Tahoma" w:cs="Times New Roman"/>
      <w:sz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3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055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206</Words>
  <Characters>1180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2020-10-26T08:09:00Z</cp:lastPrinted>
  <dcterms:created xsi:type="dcterms:W3CDTF">2024-01-29T11:22:00Z</dcterms:created>
  <dcterms:modified xsi:type="dcterms:W3CDTF">2024-02-05T04:46:00Z</dcterms:modified>
</cp:coreProperties>
</file>